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A0686" w14:paraId="36833F01" w14:textId="77777777" w:rsidTr="00FA0686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bookmarkStart w:id="0" w:name="_GoBack" w:displacedByCustomXml="next"/>
          <w:bookmarkEnd w:id="0" w:displacedByCustomXml="next"/>
          <w:sdt>
            <w:sdtPr>
              <w:id w:val="-119993793"/>
              <w:placeholder>
                <w:docPart w:val="F6274F20332C478DB4BB5F11D0979F35"/>
              </w:placeholder>
            </w:sdtPr>
            <w:sdtEndPr/>
            <w:sdtContent>
              <w:p w14:paraId="4AB6B387" w14:textId="77777777" w:rsidR="00FA0686" w:rsidRDefault="00FC1812" w:rsidP="00462608"/>
            </w:sdtContent>
          </w:sdt>
        </w:tc>
        <w:tc>
          <w:tcPr>
            <w:tcW w:w="567" w:type="dxa"/>
          </w:tcPr>
          <w:p w14:paraId="5E123163" w14:textId="77777777" w:rsidR="00FA0686" w:rsidRDefault="00FA0686" w:rsidP="00462608"/>
        </w:tc>
        <w:tc>
          <w:tcPr>
            <w:tcW w:w="1986" w:type="dxa"/>
            <w:vMerge w:val="restart"/>
          </w:tcPr>
          <w:sdt>
            <w:sdtPr>
              <w:tag w:val="?=sEnhedsNavn"/>
              <w:id w:val="-2072260114"/>
            </w:sdtPr>
            <w:sdtEndPr/>
            <w:sdtContent>
              <w:p w14:paraId="7AFD79A7" w14:textId="77777777" w:rsidR="00FA0686" w:rsidRDefault="00FA0686" w:rsidP="00FA0686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14:paraId="693101F0" w14:textId="77777777" w:rsidR="00FA0686" w:rsidRDefault="00FA0686" w:rsidP="00FA0686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14:paraId="18244136" w14:textId="77777777" w:rsidR="00FA0686" w:rsidRDefault="00FA0686" w:rsidP="00866E55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14:paraId="41E6731C" w14:textId="77777777" w:rsidR="00FA0686" w:rsidRDefault="00FA0686" w:rsidP="00FA0686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14:paraId="40DABF61" w14:textId="77777777" w:rsidR="00FA0686" w:rsidRDefault="00FA0686" w:rsidP="00FA0686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14:paraId="22ECCDA6" w14:textId="77777777" w:rsidR="00FA0686" w:rsidRDefault="00FA0686" w:rsidP="00866E55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14:paraId="719A11DF" w14:textId="77777777" w:rsidR="00FA0686" w:rsidRDefault="00FA0686" w:rsidP="00866E55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14:paraId="3EAC9D89" w14:textId="744DDCE0" w:rsidR="00FA0686" w:rsidRDefault="00336121" w:rsidP="00FA0686">
                <w:pPr>
                  <w:pStyle w:val="BMAdr"/>
                </w:pPr>
                <w:r>
                  <w:t>12</w:t>
                </w:r>
                <w:r w:rsidR="00F640D6">
                  <w:t>. oktober</w:t>
                </w:r>
                <w:r w:rsidR="00FA0686">
                  <w:t xml:space="preserve"> </w:t>
                </w:r>
                <w:r>
                  <w:t>2023</w:t>
                </w:r>
              </w:p>
            </w:sdtContent>
          </w:sdt>
          <w:p w14:paraId="7F245E9E" w14:textId="2EBC511C" w:rsidR="00FA0686" w:rsidRDefault="00FA0686" w:rsidP="00FA0686">
            <w:pPr>
              <w:pStyle w:val="BMAdr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 w:rsidR="00336121">
                  <w:t>20205000938</w:t>
                </w:r>
              </w:sdtContent>
            </w:sdt>
          </w:p>
          <w:p w14:paraId="314EC909" w14:textId="77777777" w:rsidR="00FA0686" w:rsidRDefault="00FA0686" w:rsidP="00462608"/>
        </w:tc>
      </w:tr>
      <w:tr w:rsidR="00FA0686" w14:paraId="75D38251" w14:textId="77777777" w:rsidTr="00FA0686">
        <w:trPr>
          <w:cantSplit/>
          <w:trHeight w:val="510"/>
        </w:trPr>
        <w:tc>
          <w:tcPr>
            <w:tcW w:w="7358" w:type="dxa"/>
            <w:shd w:val="clear" w:color="auto" w:fill="auto"/>
          </w:tcPr>
          <w:p w14:paraId="6414CFF2" w14:textId="1667B6A2" w:rsidR="00FA0686" w:rsidRDefault="00FC1812" w:rsidP="00404AF2">
            <w:pPr>
              <w:pStyle w:val="Overskrift1"/>
            </w:pPr>
            <w:sdt>
              <w:sdtPr>
                <w:tag w:val="?=vDokumentOverskrift"/>
                <w:id w:val="-16320614"/>
                <w:placeholder>
                  <w:docPart w:val="F6274F20332C478DB4BB5F11D0979F35"/>
                </w:placeholder>
              </w:sdtPr>
              <w:sdtEndPr/>
              <w:sdtContent>
                <w:r w:rsidR="00244CFF">
                  <w:t xml:space="preserve">Høringsbrev til ekstern </w:t>
                </w:r>
                <w:r w:rsidR="00FA0686">
                  <w:t>høring</w:t>
                </w:r>
              </w:sdtContent>
            </w:sdt>
          </w:p>
          <w:p w14:paraId="0D7A54CD" w14:textId="77777777" w:rsidR="00FA0686" w:rsidRPr="007A42D5" w:rsidRDefault="00FA0686" w:rsidP="00F246C0"/>
        </w:tc>
        <w:tc>
          <w:tcPr>
            <w:tcW w:w="567" w:type="dxa"/>
          </w:tcPr>
          <w:p w14:paraId="291406CE" w14:textId="77777777" w:rsidR="00FA0686" w:rsidRDefault="00FA0686" w:rsidP="00404AF2">
            <w:pPr>
              <w:pStyle w:val="Overskrift1"/>
            </w:pPr>
          </w:p>
        </w:tc>
        <w:tc>
          <w:tcPr>
            <w:tcW w:w="1986" w:type="dxa"/>
            <w:vMerge/>
          </w:tcPr>
          <w:p w14:paraId="0055C782" w14:textId="77777777" w:rsidR="00FA0686" w:rsidRDefault="00FA0686" w:rsidP="00404AF2">
            <w:pPr>
              <w:pStyle w:val="Overskrift1"/>
            </w:pPr>
          </w:p>
        </w:tc>
      </w:tr>
    </w:tbl>
    <w:p w14:paraId="4E3B5131" w14:textId="652B8AA9" w:rsidR="00025B48" w:rsidRPr="007536D0" w:rsidRDefault="00025B48" w:rsidP="00784B9C">
      <w:pPr>
        <w:rPr>
          <w:rFonts w:cs="Times New Roman"/>
        </w:rPr>
      </w:pPr>
    </w:p>
    <w:p w14:paraId="06211457" w14:textId="7F49A083" w:rsidR="00B46483" w:rsidRPr="006C4A34" w:rsidRDefault="00025B48" w:rsidP="00B4648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C4A34">
        <w:rPr>
          <w:rFonts w:cs="Times New Roman"/>
          <w:color w:val="000000"/>
        </w:rPr>
        <w:t xml:space="preserve">Arbejdstilsynet sender hermed </w:t>
      </w:r>
      <w:r w:rsidR="00067667">
        <w:rPr>
          <w:rFonts w:cs="Times New Roman"/>
          <w:color w:val="000000"/>
        </w:rPr>
        <w:t xml:space="preserve">opdateret </w:t>
      </w:r>
      <w:r w:rsidRPr="006C4A34">
        <w:rPr>
          <w:rFonts w:cs="Times New Roman"/>
          <w:color w:val="000000"/>
        </w:rPr>
        <w:t xml:space="preserve">udkast til forslag </w:t>
      </w:r>
      <w:r w:rsidR="00B46483" w:rsidRPr="006C4A34">
        <w:rPr>
          <w:rFonts w:cs="Times New Roman"/>
          <w:color w:val="000000"/>
        </w:rPr>
        <w:t>til lov om ændring af lov om arbejdsskadesikring i Grønland</w:t>
      </w:r>
      <w:r w:rsidR="00F20187" w:rsidRPr="006C4A34">
        <w:rPr>
          <w:rFonts w:cs="Times New Roman"/>
          <w:color w:val="000000"/>
        </w:rPr>
        <w:t xml:space="preserve"> i</w:t>
      </w:r>
      <w:r w:rsidR="00244CFF" w:rsidRPr="006C4A34">
        <w:rPr>
          <w:rFonts w:cs="Times New Roman"/>
          <w:color w:val="000000"/>
        </w:rPr>
        <w:t xml:space="preserve"> </w:t>
      </w:r>
      <w:r w:rsidR="00CB12F8">
        <w:rPr>
          <w:rFonts w:cs="Times New Roman"/>
          <w:color w:val="000000"/>
        </w:rPr>
        <w:t xml:space="preserve">fornyet </w:t>
      </w:r>
      <w:r w:rsidR="00244CFF" w:rsidRPr="006C4A34">
        <w:rPr>
          <w:rFonts w:cs="Times New Roman"/>
          <w:color w:val="000000"/>
        </w:rPr>
        <w:t>høring</w:t>
      </w:r>
      <w:r w:rsidR="00BE6A65">
        <w:rPr>
          <w:rFonts w:cs="Times New Roman"/>
          <w:color w:val="000000"/>
        </w:rPr>
        <w:t>.</w:t>
      </w:r>
    </w:p>
    <w:p w14:paraId="76C99DDF" w14:textId="77777777" w:rsidR="00067667" w:rsidRPr="006C4A34" w:rsidRDefault="00067667" w:rsidP="008051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14:paraId="33032F53" w14:textId="2C37537C" w:rsidR="00932429" w:rsidRDefault="00067667" w:rsidP="00CB12F8">
      <w:r>
        <w:t>Lovforslaget har tidligere været i ekstern høring</w:t>
      </w:r>
      <w:r w:rsidR="00932429">
        <w:t xml:space="preserve">, og som følge af høringssvar fra høringen er der foretaget </w:t>
      </w:r>
      <w:r w:rsidR="00CB12F8">
        <w:t>få tekniske og konsekvensmæssige opdateringer</w:t>
      </w:r>
      <w:r w:rsidR="00932429">
        <w:t>.</w:t>
      </w:r>
      <w:r w:rsidR="00CB12F8">
        <w:t xml:space="preserve"> </w:t>
      </w:r>
    </w:p>
    <w:p w14:paraId="7CDA901D" w14:textId="3D14BB44" w:rsidR="00CB12F8" w:rsidRDefault="00932429" w:rsidP="00932429">
      <w:r>
        <w:t xml:space="preserve">Derudover er lovforslaget opdateret på et enkelt punkt som følge af arbejdsskadeaftalen fra september 2022 – svarende til en tilsvarende ændring </w:t>
      </w:r>
      <w:r w:rsidR="00CB12F8">
        <w:t>i den danske arbejdsskadesikringslov. Det drejer sig om</w:t>
      </w:r>
      <w:r>
        <w:t>,</w:t>
      </w:r>
      <w:r w:rsidR="00CB12F8">
        <w:t xml:space="preserve"> at de lovbestemte frister for behandling af arbejdsskadesager, som er blevet afskaffet i Danmark, ligeledes afskaffes i Grønland.</w:t>
      </w:r>
      <w:r>
        <w:t xml:space="preserve"> Arbejdsmarkedets Erhvervssikring vil herefter som udgangspunkt skulle overholde frister for sagsbehandlingstiden svarende til de frister, som blev fastsat i arbejdsskadeaftalen fra september 2022.</w:t>
      </w:r>
    </w:p>
    <w:p w14:paraId="1A914E9C" w14:textId="629832F9" w:rsidR="00025B48" w:rsidRPr="006C4A34" w:rsidRDefault="00B46483" w:rsidP="00025B4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C4A34">
        <w:rPr>
          <w:rFonts w:cs="Times New Roman"/>
          <w:color w:val="000000"/>
        </w:rPr>
        <w:t>Bemærkninger</w:t>
      </w:r>
      <w:r w:rsidR="00025B48" w:rsidRPr="006C4A34">
        <w:rPr>
          <w:rFonts w:cs="Times New Roman"/>
          <w:color w:val="000000"/>
        </w:rPr>
        <w:t xml:space="preserve"> bedes sendt til </w:t>
      </w:r>
      <w:r w:rsidR="00BE6A65">
        <w:rPr>
          <w:rFonts w:cs="Times New Roman"/>
          <w:color w:val="000000"/>
        </w:rPr>
        <w:t>Tor Even Münter</w:t>
      </w:r>
      <w:r w:rsidR="00414447" w:rsidRPr="00414447">
        <w:rPr>
          <w:rFonts w:cs="Times New Roman"/>
          <w:color w:val="000000"/>
        </w:rPr>
        <w:t xml:space="preserve"> på </w:t>
      </w:r>
      <w:hyperlink r:id="rId11" w:history="1">
        <w:r w:rsidR="00BE6A65" w:rsidRPr="00DD5248">
          <w:rPr>
            <w:rStyle w:val="Hyperlink"/>
            <w:rFonts w:cs="Times New Roman"/>
          </w:rPr>
          <w:t>tem@at.dk</w:t>
        </w:r>
      </w:hyperlink>
      <w:r w:rsidR="00795052">
        <w:rPr>
          <w:rFonts w:cs="Times New Roman"/>
          <w:color w:val="000000"/>
        </w:rPr>
        <w:t xml:space="preserve"> og Torben Berg på </w:t>
      </w:r>
      <w:hyperlink r:id="rId12" w:history="1">
        <w:r w:rsidR="00BE6A65" w:rsidRPr="00DD5248">
          <w:rPr>
            <w:rStyle w:val="Hyperlink"/>
            <w:rFonts w:cs="Times New Roman"/>
          </w:rPr>
          <w:t>tkb@at.dk</w:t>
        </w:r>
      </w:hyperlink>
      <w:r w:rsidR="00414447" w:rsidRPr="00414447">
        <w:rPr>
          <w:rFonts w:cs="Times New Roman"/>
          <w:color w:val="000000"/>
        </w:rPr>
        <w:t>.</w:t>
      </w:r>
      <w:r w:rsidR="00BE6A65">
        <w:rPr>
          <w:rFonts w:cs="Times New Roman"/>
          <w:color w:val="000000"/>
        </w:rPr>
        <w:t xml:space="preserve"> </w:t>
      </w:r>
      <w:r w:rsidR="00025B48" w:rsidRPr="006C4A34">
        <w:rPr>
          <w:rFonts w:cs="Times New Roman"/>
          <w:color w:val="000000"/>
        </w:rPr>
        <w:t xml:space="preserve"> Bemærkningerne skal senest være Arbejdstilsynet i hænde </w:t>
      </w:r>
      <w:r w:rsidR="00336121">
        <w:rPr>
          <w:rFonts w:cs="Times New Roman"/>
          <w:color w:val="000000"/>
        </w:rPr>
        <w:t xml:space="preserve">senest </w:t>
      </w:r>
      <w:r w:rsidR="00025B48" w:rsidRPr="006C4A34">
        <w:rPr>
          <w:rFonts w:cs="Times New Roman"/>
          <w:color w:val="000000"/>
        </w:rPr>
        <w:t xml:space="preserve">den </w:t>
      </w:r>
      <w:r w:rsidR="00BE6A65">
        <w:rPr>
          <w:rFonts w:cs="Times New Roman"/>
          <w:color w:val="000000"/>
        </w:rPr>
        <w:t>17. maj 2024</w:t>
      </w:r>
      <w:r w:rsidR="00025B48" w:rsidRPr="006C4A34">
        <w:rPr>
          <w:rFonts w:cs="Times New Roman"/>
          <w:color w:val="000000"/>
        </w:rPr>
        <w:t>.</w:t>
      </w:r>
    </w:p>
    <w:p w14:paraId="5F6842E5" w14:textId="48C0E3A9" w:rsidR="00025B48" w:rsidRPr="006C4A34" w:rsidRDefault="00025B48" w:rsidP="00025B4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14:paraId="3DDB434D" w14:textId="77777777" w:rsidR="00025B48" w:rsidRPr="006C4A34" w:rsidRDefault="00025B48" w:rsidP="00025B4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C4A34">
        <w:rPr>
          <w:rFonts w:cs="Times New Roman"/>
          <w:color w:val="000000"/>
        </w:rPr>
        <w:t>Med venlig hilsen</w:t>
      </w:r>
    </w:p>
    <w:p w14:paraId="1FB1C155" w14:textId="77777777" w:rsidR="00083177" w:rsidRPr="007536D0" w:rsidRDefault="00025B48" w:rsidP="00025B48">
      <w:pPr>
        <w:rPr>
          <w:rFonts w:cs="Times New Roman"/>
        </w:rPr>
      </w:pPr>
      <w:r w:rsidRPr="006C4A34">
        <w:rPr>
          <w:rFonts w:cs="Times New Roman"/>
          <w:color w:val="000000"/>
        </w:rPr>
        <w:t>Arbejdstilsynet</w:t>
      </w:r>
    </w:p>
    <w:p w14:paraId="0152A3FD" w14:textId="2F1E5CD2" w:rsidR="00025B48" w:rsidRDefault="00025B48" w:rsidP="00025B48">
      <w:pPr>
        <w:keepNext/>
        <w:keepLines/>
        <w:spacing w:before="720" w:after="480"/>
      </w:pPr>
    </w:p>
    <w:p w14:paraId="5A69C6AC" w14:textId="34E0CCD2" w:rsidR="00F47890" w:rsidRPr="00A45658" w:rsidRDefault="00F47890" w:rsidP="00866E55">
      <w:pPr>
        <w:keepLines/>
        <w:spacing w:after="0"/>
      </w:pPr>
    </w:p>
    <w:p w14:paraId="26F7A34E" w14:textId="77777777" w:rsidR="000D0D48" w:rsidRDefault="000D0D48" w:rsidP="003F4CC2">
      <w:pPr>
        <w:keepNext/>
        <w:keepLines/>
      </w:pPr>
    </w:p>
    <w:sectPr w:rsidR="000D0D48" w:rsidSect="005C3122">
      <w:footerReference w:type="even" r:id="rId13"/>
      <w:footerReference w:type="default" r:id="rId14"/>
      <w:headerReference w:type="first" r:id="rId15"/>
      <w:pgSz w:w="11906" w:h="16838" w:code="9"/>
      <w:pgMar w:top="2892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E385F" w14:textId="77777777" w:rsidR="00FC1812" w:rsidRDefault="00FC1812">
      <w:r>
        <w:separator/>
      </w:r>
    </w:p>
  </w:endnote>
  <w:endnote w:type="continuationSeparator" w:id="0">
    <w:p w14:paraId="0FE28DF1" w14:textId="77777777" w:rsidR="00FC1812" w:rsidRDefault="00FC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DA6A" w14:textId="77777777"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14:paraId="24FAEB47" w14:textId="77777777"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AAAC63" w14:textId="625FF32E"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1A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41134" w14:textId="77777777"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DD091" w14:textId="77777777" w:rsidR="00FC1812" w:rsidRDefault="00FC1812">
      <w:r>
        <w:separator/>
      </w:r>
    </w:p>
  </w:footnote>
  <w:footnote w:type="continuationSeparator" w:id="0">
    <w:p w14:paraId="2FC0E570" w14:textId="77777777" w:rsidR="00FC1812" w:rsidRDefault="00FC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F306F" w14:textId="77777777" w:rsidR="00E505E2" w:rsidRDefault="00E505E2"/>
  <w:p w14:paraId="5B91CEA4" w14:textId="77777777" w:rsidR="00F63B11" w:rsidRDefault="005F6276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2BB23888" wp14:editId="6F2F8B9A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0E0B76C1" w14:textId="77777777"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55B40E7E" wp14:editId="779CE1DE">
                                    <wp:extent cx="1507846" cy="792000"/>
                                    <wp:effectExtent l="0" t="0" r="0" b="8255"/>
                                    <wp:docPr id="3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238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0E0B76C1" w14:textId="77777777"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55B40E7E" wp14:editId="779CE1DE">
                              <wp:extent cx="1507846" cy="792000"/>
                              <wp:effectExtent l="0" t="0" r="0" b="8255"/>
                              <wp:docPr id="3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efaultTabStop w:val="1304"/>
  <w:autoHyphenation/>
  <w:hyphenationZone w:val="142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63"/>
    <w:rsid w:val="00006E78"/>
    <w:rsid w:val="00010483"/>
    <w:rsid w:val="000114D1"/>
    <w:rsid w:val="00023F6C"/>
    <w:rsid w:val="000247B0"/>
    <w:rsid w:val="00025B48"/>
    <w:rsid w:val="000331EC"/>
    <w:rsid w:val="0004540A"/>
    <w:rsid w:val="0004647D"/>
    <w:rsid w:val="000466B5"/>
    <w:rsid w:val="00060E7B"/>
    <w:rsid w:val="00067667"/>
    <w:rsid w:val="00083177"/>
    <w:rsid w:val="000926C9"/>
    <w:rsid w:val="000952AD"/>
    <w:rsid w:val="000A37FB"/>
    <w:rsid w:val="000A6D0B"/>
    <w:rsid w:val="000D0D48"/>
    <w:rsid w:val="000D5CEB"/>
    <w:rsid w:val="000D6B67"/>
    <w:rsid w:val="000F1589"/>
    <w:rsid w:val="000F288A"/>
    <w:rsid w:val="000F3EC3"/>
    <w:rsid w:val="000F4375"/>
    <w:rsid w:val="000F47D9"/>
    <w:rsid w:val="00102849"/>
    <w:rsid w:val="00104A08"/>
    <w:rsid w:val="00104F95"/>
    <w:rsid w:val="00112D30"/>
    <w:rsid w:val="00134009"/>
    <w:rsid w:val="00152F40"/>
    <w:rsid w:val="001554F7"/>
    <w:rsid w:val="001556D9"/>
    <w:rsid w:val="00162C38"/>
    <w:rsid w:val="0017023A"/>
    <w:rsid w:val="00175BD1"/>
    <w:rsid w:val="001858C2"/>
    <w:rsid w:val="00190E5B"/>
    <w:rsid w:val="0019243B"/>
    <w:rsid w:val="001961C4"/>
    <w:rsid w:val="001A5D44"/>
    <w:rsid w:val="001B3B40"/>
    <w:rsid w:val="001D2AFC"/>
    <w:rsid w:val="001E2A61"/>
    <w:rsid w:val="001E54C9"/>
    <w:rsid w:val="001E794D"/>
    <w:rsid w:val="001F30D8"/>
    <w:rsid w:val="001F4FE1"/>
    <w:rsid w:val="001F52B4"/>
    <w:rsid w:val="00213D32"/>
    <w:rsid w:val="00240BE0"/>
    <w:rsid w:val="00241292"/>
    <w:rsid w:val="00244CFF"/>
    <w:rsid w:val="0024572F"/>
    <w:rsid w:val="00246982"/>
    <w:rsid w:val="00247953"/>
    <w:rsid w:val="00253FE0"/>
    <w:rsid w:val="0026777C"/>
    <w:rsid w:val="00275E0F"/>
    <w:rsid w:val="00277F19"/>
    <w:rsid w:val="00293E85"/>
    <w:rsid w:val="00294A74"/>
    <w:rsid w:val="002C1112"/>
    <w:rsid w:val="002C1D17"/>
    <w:rsid w:val="002C6613"/>
    <w:rsid w:val="002C664E"/>
    <w:rsid w:val="002C6EA9"/>
    <w:rsid w:val="002D03BB"/>
    <w:rsid w:val="002E2598"/>
    <w:rsid w:val="002E6085"/>
    <w:rsid w:val="002E6EA5"/>
    <w:rsid w:val="002F670D"/>
    <w:rsid w:val="00305A47"/>
    <w:rsid w:val="0031274E"/>
    <w:rsid w:val="00325D91"/>
    <w:rsid w:val="003352BD"/>
    <w:rsid w:val="00336121"/>
    <w:rsid w:val="00336535"/>
    <w:rsid w:val="00340C14"/>
    <w:rsid w:val="00343035"/>
    <w:rsid w:val="00353252"/>
    <w:rsid w:val="00357763"/>
    <w:rsid w:val="00360260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E3D63"/>
    <w:rsid w:val="003F4CC2"/>
    <w:rsid w:val="00401AE3"/>
    <w:rsid w:val="00404AF2"/>
    <w:rsid w:val="00411F77"/>
    <w:rsid w:val="00414447"/>
    <w:rsid w:val="00414A04"/>
    <w:rsid w:val="00416BA0"/>
    <w:rsid w:val="004222CF"/>
    <w:rsid w:val="00423A56"/>
    <w:rsid w:val="0043633A"/>
    <w:rsid w:val="00437AFD"/>
    <w:rsid w:val="00443925"/>
    <w:rsid w:val="0045227A"/>
    <w:rsid w:val="00462608"/>
    <w:rsid w:val="004637A8"/>
    <w:rsid w:val="004675AE"/>
    <w:rsid w:val="00470CE4"/>
    <w:rsid w:val="004802E7"/>
    <w:rsid w:val="0048357C"/>
    <w:rsid w:val="00486B64"/>
    <w:rsid w:val="00495AD1"/>
    <w:rsid w:val="004A73BF"/>
    <w:rsid w:val="004C360E"/>
    <w:rsid w:val="004C76AD"/>
    <w:rsid w:val="004D178A"/>
    <w:rsid w:val="004F2F44"/>
    <w:rsid w:val="005008D9"/>
    <w:rsid w:val="00502427"/>
    <w:rsid w:val="00507B20"/>
    <w:rsid w:val="00514223"/>
    <w:rsid w:val="00524D12"/>
    <w:rsid w:val="00533F32"/>
    <w:rsid w:val="005435BE"/>
    <w:rsid w:val="00555788"/>
    <w:rsid w:val="00556F8C"/>
    <w:rsid w:val="005576C2"/>
    <w:rsid w:val="00576AA0"/>
    <w:rsid w:val="005836FF"/>
    <w:rsid w:val="005A41CC"/>
    <w:rsid w:val="005B65E3"/>
    <w:rsid w:val="005C03FB"/>
    <w:rsid w:val="005C3122"/>
    <w:rsid w:val="005E0EB7"/>
    <w:rsid w:val="005F389B"/>
    <w:rsid w:val="005F6276"/>
    <w:rsid w:val="005F7753"/>
    <w:rsid w:val="00600372"/>
    <w:rsid w:val="0060435F"/>
    <w:rsid w:val="00611673"/>
    <w:rsid w:val="00622229"/>
    <w:rsid w:val="00626453"/>
    <w:rsid w:val="00626C08"/>
    <w:rsid w:val="0062721E"/>
    <w:rsid w:val="006476AD"/>
    <w:rsid w:val="0065185F"/>
    <w:rsid w:val="00667433"/>
    <w:rsid w:val="00684C8A"/>
    <w:rsid w:val="006870E9"/>
    <w:rsid w:val="006977A8"/>
    <w:rsid w:val="006A0A38"/>
    <w:rsid w:val="006A16F6"/>
    <w:rsid w:val="006A19C5"/>
    <w:rsid w:val="006C3AF3"/>
    <w:rsid w:val="006C4826"/>
    <w:rsid w:val="006C4A34"/>
    <w:rsid w:val="006C4A84"/>
    <w:rsid w:val="006F63B6"/>
    <w:rsid w:val="006F7C7A"/>
    <w:rsid w:val="00700873"/>
    <w:rsid w:val="00701736"/>
    <w:rsid w:val="00701D93"/>
    <w:rsid w:val="00707654"/>
    <w:rsid w:val="00712066"/>
    <w:rsid w:val="00720170"/>
    <w:rsid w:val="007201B8"/>
    <w:rsid w:val="00720D17"/>
    <w:rsid w:val="00725A41"/>
    <w:rsid w:val="00732DA9"/>
    <w:rsid w:val="00734732"/>
    <w:rsid w:val="00746582"/>
    <w:rsid w:val="00750F94"/>
    <w:rsid w:val="00752F28"/>
    <w:rsid w:val="007536D0"/>
    <w:rsid w:val="00761800"/>
    <w:rsid w:val="00761A11"/>
    <w:rsid w:val="00762434"/>
    <w:rsid w:val="00763F82"/>
    <w:rsid w:val="007654BA"/>
    <w:rsid w:val="00765E84"/>
    <w:rsid w:val="00773C77"/>
    <w:rsid w:val="0077557C"/>
    <w:rsid w:val="00776C74"/>
    <w:rsid w:val="00777DDD"/>
    <w:rsid w:val="007801D6"/>
    <w:rsid w:val="00784B9C"/>
    <w:rsid w:val="00795052"/>
    <w:rsid w:val="00796E83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5153"/>
    <w:rsid w:val="00806C3A"/>
    <w:rsid w:val="0081139F"/>
    <w:rsid w:val="008144FF"/>
    <w:rsid w:val="008153B6"/>
    <w:rsid w:val="0082212A"/>
    <w:rsid w:val="008236EE"/>
    <w:rsid w:val="008243DA"/>
    <w:rsid w:val="008248C9"/>
    <w:rsid w:val="008313E6"/>
    <w:rsid w:val="00840BBB"/>
    <w:rsid w:val="00841E15"/>
    <w:rsid w:val="00846384"/>
    <w:rsid w:val="00850754"/>
    <w:rsid w:val="008539D1"/>
    <w:rsid w:val="00860B08"/>
    <w:rsid w:val="00861F23"/>
    <w:rsid w:val="00862BFB"/>
    <w:rsid w:val="00866E55"/>
    <w:rsid w:val="00871367"/>
    <w:rsid w:val="00875E41"/>
    <w:rsid w:val="008833E3"/>
    <w:rsid w:val="008A2711"/>
    <w:rsid w:val="008A280C"/>
    <w:rsid w:val="008A2CB1"/>
    <w:rsid w:val="008A5E2E"/>
    <w:rsid w:val="008B312C"/>
    <w:rsid w:val="008C245C"/>
    <w:rsid w:val="008D186F"/>
    <w:rsid w:val="008F2E3C"/>
    <w:rsid w:val="00912F10"/>
    <w:rsid w:val="00925D3F"/>
    <w:rsid w:val="00925DB2"/>
    <w:rsid w:val="00931762"/>
    <w:rsid w:val="0093188E"/>
    <w:rsid w:val="00932429"/>
    <w:rsid w:val="00932AC1"/>
    <w:rsid w:val="009563CD"/>
    <w:rsid w:val="009815AC"/>
    <w:rsid w:val="00983E3D"/>
    <w:rsid w:val="00986A68"/>
    <w:rsid w:val="00994135"/>
    <w:rsid w:val="009A1A3C"/>
    <w:rsid w:val="009A3FC6"/>
    <w:rsid w:val="009B0462"/>
    <w:rsid w:val="009B065A"/>
    <w:rsid w:val="009B50E0"/>
    <w:rsid w:val="009C2E58"/>
    <w:rsid w:val="009C76A0"/>
    <w:rsid w:val="009D5E97"/>
    <w:rsid w:val="009D7FD4"/>
    <w:rsid w:val="009E075B"/>
    <w:rsid w:val="009F507F"/>
    <w:rsid w:val="00A165DE"/>
    <w:rsid w:val="00A261AC"/>
    <w:rsid w:val="00A278B1"/>
    <w:rsid w:val="00A30485"/>
    <w:rsid w:val="00A336EB"/>
    <w:rsid w:val="00A45658"/>
    <w:rsid w:val="00A54220"/>
    <w:rsid w:val="00A64CC8"/>
    <w:rsid w:val="00A73CB4"/>
    <w:rsid w:val="00A85EC1"/>
    <w:rsid w:val="00A87728"/>
    <w:rsid w:val="00AB765C"/>
    <w:rsid w:val="00AD0A87"/>
    <w:rsid w:val="00AD1ECF"/>
    <w:rsid w:val="00AD4278"/>
    <w:rsid w:val="00AD65B5"/>
    <w:rsid w:val="00AD7A46"/>
    <w:rsid w:val="00B00057"/>
    <w:rsid w:val="00B01D49"/>
    <w:rsid w:val="00B10135"/>
    <w:rsid w:val="00B166CC"/>
    <w:rsid w:val="00B31724"/>
    <w:rsid w:val="00B42ED1"/>
    <w:rsid w:val="00B46483"/>
    <w:rsid w:val="00B609B7"/>
    <w:rsid w:val="00B65220"/>
    <w:rsid w:val="00B81D60"/>
    <w:rsid w:val="00B86ADD"/>
    <w:rsid w:val="00B91F61"/>
    <w:rsid w:val="00B92779"/>
    <w:rsid w:val="00BA0F9F"/>
    <w:rsid w:val="00BA4C7F"/>
    <w:rsid w:val="00BB55B6"/>
    <w:rsid w:val="00BC5750"/>
    <w:rsid w:val="00BD0678"/>
    <w:rsid w:val="00BE5F07"/>
    <w:rsid w:val="00BE6A65"/>
    <w:rsid w:val="00BF0255"/>
    <w:rsid w:val="00BF3471"/>
    <w:rsid w:val="00C13627"/>
    <w:rsid w:val="00C16378"/>
    <w:rsid w:val="00C26D36"/>
    <w:rsid w:val="00C34FFD"/>
    <w:rsid w:val="00C366AF"/>
    <w:rsid w:val="00C57565"/>
    <w:rsid w:val="00C6601C"/>
    <w:rsid w:val="00C74FE7"/>
    <w:rsid w:val="00C80F37"/>
    <w:rsid w:val="00C8513A"/>
    <w:rsid w:val="00C95031"/>
    <w:rsid w:val="00C95842"/>
    <w:rsid w:val="00C97561"/>
    <w:rsid w:val="00CB12F8"/>
    <w:rsid w:val="00CB78A2"/>
    <w:rsid w:val="00CC1DA0"/>
    <w:rsid w:val="00CC2FD1"/>
    <w:rsid w:val="00CD19FF"/>
    <w:rsid w:val="00CD480A"/>
    <w:rsid w:val="00CE0E4E"/>
    <w:rsid w:val="00CE53A4"/>
    <w:rsid w:val="00CF0F7E"/>
    <w:rsid w:val="00CF6EBF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E5B"/>
    <w:rsid w:val="00D8249B"/>
    <w:rsid w:val="00D8743C"/>
    <w:rsid w:val="00D94F02"/>
    <w:rsid w:val="00D965B6"/>
    <w:rsid w:val="00DA3C9B"/>
    <w:rsid w:val="00DB1BAE"/>
    <w:rsid w:val="00DC47BC"/>
    <w:rsid w:val="00DD2048"/>
    <w:rsid w:val="00DD409C"/>
    <w:rsid w:val="00DD503E"/>
    <w:rsid w:val="00DD6149"/>
    <w:rsid w:val="00DF099E"/>
    <w:rsid w:val="00DF15BF"/>
    <w:rsid w:val="00DF4B8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46819"/>
    <w:rsid w:val="00E505E2"/>
    <w:rsid w:val="00E51F6A"/>
    <w:rsid w:val="00E56B1C"/>
    <w:rsid w:val="00E65555"/>
    <w:rsid w:val="00E66EE9"/>
    <w:rsid w:val="00E80F92"/>
    <w:rsid w:val="00E87407"/>
    <w:rsid w:val="00EA1A93"/>
    <w:rsid w:val="00EB062B"/>
    <w:rsid w:val="00EC5CAE"/>
    <w:rsid w:val="00EC5D7B"/>
    <w:rsid w:val="00ED3B84"/>
    <w:rsid w:val="00ED456E"/>
    <w:rsid w:val="00EE21CB"/>
    <w:rsid w:val="00EF4A28"/>
    <w:rsid w:val="00EF5DA5"/>
    <w:rsid w:val="00F00523"/>
    <w:rsid w:val="00F14092"/>
    <w:rsid w:val="00F17147"/>
    <w:rsid w:val="00F20187"/>
    <w:rsid w:val="00F246C0"/>
    <w:rsid w:val="00F40D9D"/>
    <w:rsid w:val="00F47890"/>
    <w:rsid w:val="00F531B4"/>
    <w:rsid w:val="00F63B11"/>
    <w:rsid w:val="00F640D6"/>
    <w:rsid w:val="00F80ADE"/>
    <w:rsid w:val="00F84D15"/>
    <w:rsid w:val="00FA0686"/>
    <w:rsid w:val="00FC0ECF"/>
    <w:rsid w:val="00FC1812"/>
    <w:rsid w:val="00FC2E12"/>
    <w:rsid w:val="00FE0A9E"/>
    <w:rsid w:val="00FE57AE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C7BDA3"/>
  <w15:docId w15:val="{A7CD9C3A-9337-4C54-8974-B186BE3F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55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66E55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866E55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66E55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E55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E55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66E55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866E55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rsid w:val="006427CC"/>
    <w:rPr>
      <w:rFonts w:ascii="Verdana" w:hAnsi="Verdana"/>
      <w:color w:val="003087"/>
      <w:sz w:val="12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0515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0515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05153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84B9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84B9C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B464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kb@at.dk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m@at.d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ny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274F20332C478DB4BB5F11D0979F3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A42FAE0-79F9-4CDF-89B8-6D4681BEA693}"/>
      </w:docPartPr>
      <w:docPartBody>
        <w:p w:rsidR="001F0E84" w:rsidRDefault="008F3286">
          <w:pPr>
            <w:pStyle w:val="F6274F20332C478DB4BB5F11D0979F35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86"/>
    <w:rsid w:val="001F0E84"/>
    <w:rsid w:val="00231030"/>
    <w:rsid w:val="004F7A0F"/>
    <w:rsid w:val="0062226B"/>
    <w:rsid w:val="006D0C7B"/>
    <w:rsid w:val="008E588D"/>
    <w:rsid w:val="008F3286"/>
    <w:rsid w:val="00930263"/>
    <w:rsid w:val="00E6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F6274F20332C478DB4BB5F11D0979F35">
    <w:name w:val="F6274F20332C478DB4BB5F11D0979F35"/>
  </w:style>
  <w:style w:type="paragraph" w:customStyle="1" w:styleId="D416385DB48D4EE1852447D48253C78A">
    <w:name w:val="D416385DB48D4EE1852447D48253C78A"/>
  </w:style>
  <w:style w:type="paragraph" w:customStyle="1" w:styleId="533A8DA84BAA46D68C91804734A1B15C">
    <w:name w:val="533A8DA84BAA46D68C91804734A1B15C"/>
  </w:style>
  <w:style w:type="paragraph" w:customStyle="1" w:styleId="2C4A49F6F3474B299D7C2545B8EFE641">
    <w:name w:val="2C4A49F6F3474B299D7C2545B8EFE641"/>
  </w:style>
  <w:style w:type="paragraph" w:customStyle="1" w:styleId="B345D9A2C01A41EFA19F7E0FDA4CB1EA">
    <w:name w:val="B345D9A2C01A41EFA19F7E0FDA4CB1EA"/>
  </w:style>
  <w:style w:type="paragraph" w:customStyle="1" w:styleId="FFCCC902CA1E4D17A845AE4BF121CD5F">
    <w:name w:val="FFCCC902CA1E4D17A845AE4BF121CD5F"/>
  </w:style>
  <w:style w:type="paragraph" w:customStyle="1" w:styleId="CC64111F3F9942A0918F07ED55C8D22F">
    <w:name w:val="CC64111F3F9942A0918F07ED55C8D22F"/>
  </w:style>
  <w:style w:type="paragraph" w:customStyle="1" w:styleId="05AF31C47E9D47CD9C0989B5DCC21200">
    <w:name w:val="05AF31C47E9D47CD9C0989B5DCC21200"/>
  </w:style>
  <w:style w:type="paragraph" w:customStyle="1" w:styleId="3FB70234A00D44F2B06C25A521C1FE31">
    <w:name w:val="3FB70234A00D44F2B06C25A521C1FE31"/>
  </w:style>
  <w:style w:type="paragraph" w:customStyle="1" w:styleId="6962FCB25F89489EA181BA7B26CEA97B">
    <w:name w:val="6962FCB25F89489EA181BA7B26CEA97B"/>
  </w:style>
  <w:style w:type="paragraph" w:customStyle="1" w:styleId="7E03EE53D2994DB194113D5AFB58FB2B">
    <w:name w:val="7E03EE53D2994DB194113D5AFB58FB2B"/>
  </w:style>
  <w:style w:type="paragraph" w:customStyle="1" w:styleId="05F6DE3DE5F143A5A3F65C5AEA22B0B6">
    <w:name w:val="05F6DE3DE5F143A5A3F65C5AEA22B0B6"/>
  </w:style>
  <w:style w:type="paragraph" w:customStyle="1" w:styleId="800B65592C544617ADA61E0F58BBF742">
    <w:name w:val="800B65592C544617ADA61E0F58BBF742"/>
  </w:style>
  <w:style w:type="paragraph" w:customStyle="1" w:styleId="1D83E1EC2F08469386350BF74A2C208A">
    <w:name w:val="1D83E1EC2F08469386350BF74A2C208A"/>
  </w:style>
  <w:style w:type="paragraph" w:customStyle="1" w:styleId="C6676DEB9D0E4AA184D70F26CFB05CAE">
    <w:name w:val="C6676DEB9D0E4AA184D70F26CFB05CAE"/>
  </w:style>
  <w:style w:type="paragraph" w:customStyle="1" w:styleId="176C92E915FF495EA6D5930CC2086439">
    <w:name w:val="176C92E915FF495EA6D5930CC2086439"/>
  </w:style>
  <w:style w:type="paragraph" w:customStyle="1" w:styleId="DDB89C73BC0E496FA33DD6A79AF73CCA">
    <w:name w:val="DDB89C73BC0E496FA33DD6A79AF73CCA"/>
  </w:style>
  <w:style w:type="paragraph" w:customStyle="1" w:styleId="3EFDE9D8FBCE45D09E474ABEB84E8A84">
    <w:name w:val="3EFDE9D8FBCE45D09E474ABEB84E8A84"/>
  </w:style>
  <w:style w:type="paragraph" w:customStyle="1" w:styleId="579AAC9F11B44BA788C6414FBE39B979">
    <w:name w:val="579AAC9F11B44BA788C6414FBE39B979"/>
  </w:style>
  <w:style w:type="paragraph" w:customStyle="1" w:styleId="AD9FDC8E783B4D2BBA97EFBCE1AF7CA3">
    <w:name w:val="AD9FDC8E783B4D2BBA97EFBCE1AF7CA3"/>
  </w:style>
  <w:style w:type="paragraph" w:customStyle="1" w:styleId="9632668F6CC440AF91C6A6C2E727EC07">
    <w:name w:val="9632668F6CC440AF91C6A6C2E727EC07"/>
  </w:style>
  <w:style w:type="paragraph" w:customStyle="1" w:styleId="636571950D534DD38DD09E4B6191DBDC">
    <w:name w:val="636571950D534DD38DD09E4B6191DBDC"/>
  </w:style>
  <w:style w:type="paragraph" w:customStyle="1" w:styleId="423EF62132CC4C078B739382507F1A95">
    <w:name w:val="423EF62132CC4C078B739382507F1A95"/>
  </w:style>
  <w:style w:type="paragraph" w:customStyle="1" w:styleId="602EC15D337644EBA89617128946BA0F">
    <w:name w:val="602EC15D337644EBA89617128946BA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source=BM-SP-SQLP02.prod.sitad.dk;initial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name="DocTypeHaandAkt_Sagstype"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xmlns:xsi="http://www.w3.org/2001/XMLSchema-instance"&gt;b062234&lt;/vAfsenderInitialer&gt;&lt;vHeaderTitel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xmlns:xsi="http://www.w3.org/2001/XMLSchema-instance"&gt;Høringsbrev til præhøring&lt;/vDokumentOverskrift&gt;&lt;vDokumentUnderOverskrift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/&gt;&lt;/xs:sequence&gt;&lt;/xs:complexType&gt;&lt;/xs:element&gt;&lt;/xs:choice&gt;&lt;/xs:complexType&gt;&lt;/xs:element&gt;&lt;/xs:schema&gt;&lt;Values&gt;&lt;Value&gt;Høringsbrev til præhøring&lt;/Value&gt;&lt;/Values&gt;&lt;/NewDataSet&gt;&lt;/DocTypeBrev_Overskrift&gt;&lt;DocTypeBrev_Kaere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2020-11-23T00:00:00+01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2020-11-23T00:00:00+01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/&gt;&lt;/xs:sequence&gt;&lt;/xs:complexType&gt;&lt;/xs:element&gt;&lt;/xs:choice&gt;&lt;/xs:complexType&gt;&lt;/xs:element&gt;&lt;/xs:schema&gt;&lt;Values&gt;&lt;Enhed&gt;Arbejdstilsynet&lt;/Enhed&gt;&lt;Text&gt;TKB (Torben Kåre Berg)&lt;/Text&gt;&lt;Value&gt;b062234&lt;/Value&gt;&lt;/Values&gt;&lt;/NewDataSet&gt;&lt;/DocTypeBrev_Afsender&gt;&lt;Afsender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/&gt;&lt;/xs:sequence&gt;&lt;/xs:complexType&gt;&lt;/xs:element&gt;&lt;/xs:choice&gt;&lt;/xs:complexType&gt;&lt;/xs:element&gt;&lt;/xs:schema&gt;&lt;Values&gt;&lt;Enhed&gt;Arbejdstilsynet&lt;/Enhed&gt;&lt;Text&gt;TKB (Torben Kåre Berg)&lt;/Text&gt;&lt;Value&gt;b062234&lt;/Value&gt;&lt;/Values&gt;&lt;/NewDataSet&gt;&lt;/Afsender&gt;&lt;DocTypeBrev_Enhed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/&gt;&lt;/NewDataSet&gt;&lt;/DocTypeHaandAkt_Enhed&gt;&lt;DocTypeHaandAkt_Sagstype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/&gt;&lt;/NewDataSet&gt;&lt;/DocTypeHaandAkt_Sagstype&gt;&lt;DocTypeRejse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TKB&lt;/BrugerInitialer&gt;&lt;BrugerInitialerAD&gt;B062234&lt;/BrugerInitialerAD&gt;&lt;Efternavn&gt;Berg&lt;/Efternavn&gt;&lt;email&gt;tkb@at.dk&lt;/email&gt;&lt;EnhedsNavn&gt;Ulykker og Erhvervssygdomme (UE)&lt;/EnhedsNavn&gt;&lt;Fornavn&gt;Torben Kåre&lt;/Fornavn&gt;&lt;KontorDK&gt;UE&lt;/KontorDK&gt;&lt;KontorUK /&gt;&lt;Styrelsen&gt;Arbejdstilsynet&lt;/Styrelsen&gt;&lt;TelefonDirekte&gt;72208718&lt;/TelefonDirekte&gt;&lt;TelefonMobil /&gt;&lt;TitelDK&gt;Fuldmægtig&lt;/TitelDK&gt;&lt;TitelUK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ny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10&lt;/DCTlf&gt;&lt;MinisterNavn&gt;Peter Hummelgaard&lt;/MinisterNavn&gt;&lt;MinisterSekretaerNavn&gt;(navn)&lt;/MinisterSekretaerNavn&gt;&lt;MinisterSekretaerTitel&gt;Ministersekretæren&lt;/MinisterSekretaerTitel&gt;&lt;MinisterSekretaerTlf&gt;+45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xmlns:xsi="http://www.w3.org/2001/XMLSchema-instance"&gt;TKB&lt;/sAfsenderInitialer&gt;&lt;sAfsenderNavn xsi:type="xs:string" xmlns:xs="http://www.w3.org/2001/XMLSchema" xmlns:xsi="http://www.w3.org/2001/XMLSchema-instance"&gt;Torben Kåre Berg&lt;/sAfsenderNavn&gt;&lt;sAfsenderTlfDirekte xsi:type="xs:string" xmlns:xs="http://www.w3.org/2001/XMLSchema" xmlns:xsi="http://www.w3.org/2001/XMLSchema-instance"&gt;72208718&lt;/sAfsenderTlfDirekte&gt;&lt;sAfsenderEmail xsi:type="xs:string" xmlns:xs="http://www.w3.org/2001/XMLSchema" xmlns:xsi="http://www.w3.org/2001/XMLSchema-instance"&gt;tkb@at.dk&lt;/sAfsenderEmail&gt;&lt;sAfsenderTitelDK xsi:type="xs:string" xmlns:xs="http://www.w3.org/2001/XMLSchema" xmlns:xsi="http://www.w3.org/2001/XMLSchema-instance"&gt;Fuldmægtig&lt;/sAfsenderTitelDK&gt;&lt;sAfsenderTitelUK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xmlns:xsi="http://www.w3.org/2001/XMLSchema-instance"&gt;UE&lt;/sAfsenderAfdelingDK&gt;&lt;sAfsenderAfdelingUK xsi:type="xs:string" xmlns:xs="http://www.w3.org/2001/XMLSchema" xmlns:xsi="http://www.w3.org/2001/XMLSchema-instance" /&gt;&lt;sAfsenderProfil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xmlns:xsi="http://www.w3.org/2001/XMLSchema-instance"&gt;Peter Hummelgaard&lt;/sMinisterNavn&gt;&lt;sDCNavn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xmlns:xsi="http://www.w3.org/2001/XMLSchema-instance"&gt;November 2020&lt;/sMaanedDokumentDato&gt;&lt;/SourceData&gt;&lt;/NewDataSet&gt;</SourceTable>
</WizardStateMeta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70F1F78205046D49A59534C8B541F5BC" ma:contentTypeVersion="0" ma:contentTypeDescription="GetOrganized dokument" ma:contentTypeScope="" ma:versionID="3506015c9afd2e8f08c77638c7fc38eb">
  <xsd:schema xmlns:xsd="http://www.w3.org/2001/XMLSchema" xmlns:xs="http://www.w3.org/2001/XMLSchema" xmlns:p="http://schemas.microsoft.com/office/2006/metadata/properties" xmlns:ns1="http://schemas.microsoft.com/sharepoint/v3" xmlns:ns2="C0786F8A-59EB-446B-8DCB-44D797932B72" xmlns:ns3="a44b1420-846b-47b5-952f-ddc379e16603" targetNamespace="http://schemas.microsoft.com/office/2006/metadata/properties" ma:root="true" ma:fieldsID="e179adb315397bca71bee62c9f63a0bf" ns1:_="" ns2:_="" ns3:_="">
    <xsd:import namespace="http://schemas.microsoft.com/sharepoint/v3"/>
    <xsd:import namespace="C0786F8A-59EB-446B-8DCB-44D797932B72"/>
    <xsd:import namespace="a44b1420-846b-47b5-952f-ddc379e16603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B4976F92-5B8F-4487-B0FC-5CAE99FFC8BE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B4976F92-5B8F-4487-B0FC-5CAE99FFC8BE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C0786F8A-59EB-446B-8DCB-44D797932B72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86F8A-59EB-446B-8DCB-44D797932B72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b1420-846b-47b5-952f-ddc379e16603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6ea6392f-6c29-4992-8447-5e00a62eaca5}" ma:internalName="TaxCatchAll" ma:showField="CatchAllData" ma:web="a44b1420-846b-47b5-952f-ddc379e16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Beskrivelse xmlns="C0786F8A-59EB-446B-8DCB-44D797932B72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Udgående</Korrespondance>
    <TaxCatchAll xmlns="a44b1420-846b-47b5-952f-ddc379e16603">
      <Value>16</Value>
    </TaxCatchAll>
    <CCMCognitiveType xmlns="http://schemas.microsoft.com/sharepoint/v3" xsi:nil="true"/>
    <Arkiveringsform xmlns="C0786F8A-59EB-446B-8DCB-44D797932B72">01 Lagret fuldt elektronisk i GO</Arkiveringsform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Torben Kåre Berg</DisplayName>
        <AccountId>500</AccountId>
        <AccountType/>
      </UserInfo>
    </CaseOwner>
    <CCMDescription xmlns="C0786F8A-59EB-446B-8DCB-44D797932B72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Høring</TermName>
          <TermId xmlns="http://schemas.microsoft.com/office/infopath/2007/PartnerControls">afeb23a1-43c9-47ea-aef0-0e6129d580dc</TermId>
        </TermInfo>
      </Terms>
    </j47fd6f0962548568c75b0a0598df3a6>
    <Dato xmlns="http://schemas.microsoft.com/sharepoint/v3">2020-11-23T11:32:29+00:00</Dato>
    <CCMMeetingCaseId xmlns="http://schemas.microsoft.com/sharepoint/v3" xsi:nil="true"/>
    <CCMAgendaStatus xmlns="http://schemas.microsoft.com/sharepoint/v3" xsi:nil="true"/>
    <BatchId xmlns="C0786F8A-59EB-446B-8DCB-44D797932B72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20205000938</CCMVisualId>
    <Finalized xmlns="http://schemas.microsoft.com/sharepoint/v3">false</Finalized>
    <DocID xmlns="http://schemas.microsoft.com/sharepoint/v3">7189953</DocID>
    <CaseRecordNumber xmlns="http://schemas.microsoft.com/sharepoint/v3">0</CaseRecordNumber>
    <CaseID xmlns="http://schemas.microsoft.com/sharepoint/v3">20205000938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Props1.xml><?xml version="1.0" encoding="utf-8"?>
<ds:datastoreItem xmlns:ds="http://schemas.openxmlformats.org/officeDocument/2006/customXml" ds:itemID="{F11F2445-B38D-4ABB-8541-4D7EFEF4A5BA}">
  <ds:schemaRefs>
    <ds:schemaRef ds:uri="http://www.w3.org/2001/XMLSchema"/>
    <ds:schemaRef ds:uri="http://4ds.dk/TemplateManagementSystem/WizardStateMetadata.xsd"/>
  </ds:schemaRefs>
</ds:datastoreItem>
</file>

<file path=customXml/itemProps2.xml><?xml version="1.0" encoding="utf-8"?>
<ds:datastoreItem xmlns:ds="http://schemas.openxmlformats.org/officeDocument/2006/customXml" ds:itemID="{605503E9-D99F-4964-B176-91798ECF7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0786F8A-59EB-446B-8DCB-44D797932B72"/>
    <ds:schemaRef ds:uri="a44b1420-846b-47b5-952f-ddc379e166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A145D3-92AC-44D2-9342-1AA26EBBC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087CB3-BB6A-460A-B9B0-B3F1EB4143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786F8A-59EB-446B-8DCB-44D797932B72"/>
    <ds:schemaRef ds:uri="a44b1420-846b-47b5-952f-ddc379e166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0</TotalTime>
  <Pages>1</Pages>
  <Words>182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Høringsbrev ny ekstern høring</vt:lpstr>
      <vt:lpstr/>
    </vt:vector>
  </TitlesOfParts>
  <Company>4D Systems A/S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Høringsbrev ny ekstern høring</dc:title>
  <dc:creator>Torben Kåre Berg</dc:creator>
  <cp:lastModifiedBy>Laila Damtoft Pedersen</cp:lastModifiedBy>
  <cp:revision>2</cp:revision>
  <cp:lastPrinted>2007-03-09T10:18:00Z</cp:lastPrinted>
  <dcterms:created xsi:type="dcterms:W3CDTF">2024-04-19T08:18:00Z</dcterms:created>
  <dcterms:modified xsi:type="dcterms:W3CDTF">2024-04-19T08:18:00Z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0x010100AC085CFC53BC46CEA2EADE194AD9D4820070F1F78205046D49A59534C8B541F5BC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500</vt:lpwstr>
  </property>
  <property fmtid="{D5CDD505-2E9C-101B-9397-08002B2CF9AE}" pid="8" name="Dokumenttype2">
    <vt:lpwstr>16;#Høring|afeb23a1-43c9-47ea-aef0-0e6129d580dc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CCMReplyToDocCacheId_AA145BE6-B859-401A-B2E0-03BB3E7048FC_82cf7d70-a14a-4679-8398-19d21193922f</vt:lpwstr>
  </property>
  <property fmtid="{D5CDD505-2E9C-101B-9397-08002B2CF9AE}" pid="11" name="CCMEventContext">
    <vt:lpwstr>814b1f98-246b-4fb6-b086-3b6fe8f69063</vt:lpwstr>
  </property>
  <property fmtid="{D5CDD505-2E9C-101B-9397-08002B2CF9AE}" pid="12" name="kFormat">
    <vt:i4>0</vt:i4>
  </property>
</Properties>
</file>